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746283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BC044A" w:rsidTr="00963E33">
        <w:tc>
          <w:tcPr>
            <w:tcW w:w="10326" w:type="dxa"/>
          </w:tcPr>
          <w:p w:rsidR="00190FF9" w:rsidRPr="00963E33" w:rsidRDefault="00190FF9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Pr="00BC044A" w:rsidRDefault="00190FF9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839C7" w:rsidRPr="00BC044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0953CF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CF0D73" w:rsidRPr="00BC044A" w:rsidRDefault="00CF0D73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BB143E" w:rsidRDefault="00CF0D73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  <w:p w:rsidR="00CF0D73" w:rsidRPr="00BC044A" w:rsidRDefault="00201B86" w:rsidP="00CF0D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30.12.2020 № 383</w:t>
            </w:r>
            <w:bookmarkStart w:id="0" w:name="_GoBack"/>
            <w:bookmarkEnd w:id="0"/>
          </w:p>
          <w:p w:rsidR="00CF0D73" w:rsidRPr="00BC044A" w:rsidRDefault="00CF0D73" w:rsidP="00BB143E">
            <w:pPr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A111C" w:rsidRDefault="00CF0D73" w:rsidP="00662A15">
      <w:pPr>
        <w:jc w:val="center"/>
        <w:rPr>
          <w:rFonts w:ascii="Times New Roman" w:hAnsi="Times New Roman"/>
          <w:sz w:val="28"/>
          <w:szCs w:val="24"/>
        </w:rPr>
      </w:pP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  <w:r w:rsidRPr="00BC044A">
        <w:rPr>
          <w:rFonts w:ascii="Times New Roman" w:hAnsi="Times New Roman"/>
          <w:sz w:val="28"/>
          <w:szCs w:val="24"/>
        </w:rPr>
        <w:tab/>
      </w:r>
    </w:p>
    <w:p w:rsidR="004A111C" w:rsidRDefault="004A111C" w:rsidP="004A111C">
      <w:pPr>
        <w:autoSpaceDE w:val="0"/>
        <w:autoSpaceDN w:val="0"/>
        <w:adjustRightInd w:val="0"/>
        <w:spacing w:after="80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Pr="00BC044A">
        <w:rPr>
          <w:rFonts w:ascii="Times New Roman" w:hAnsi="Times New Roman"/>
          <w:sz w:val="28"/>
          <w:szCs w:val="24"/>
        </w:rPr>
        <w:t xml:space="preserve">Таблица № </w:t>
      </w:r>
      <w:r w:rsidR="007C3462">
        <w:rPr>
          <w:rFonts w:ascii="Times New Roman" w:hAnsi="Times New Roman"/>
          <w:sz w:val="28"/>
          <w:szCs w:val="24"/>
        </w:rPr>
        <w:t>1</w:t>
      </w:r>
    </w:p>
    <w:p w:rsidR="004A111C" w:rsidRDefault="00166657" w:rsidP="004A111C">
      <w:pPr>
        <w:autoSpaceDE w:val="0"/>
        <w:autoSpaceDN w:val="0"/>
        <w:adjustRightInd w:val="0"/>
        <w:spacing w:after="8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Сведения о целевых показателях П</w:t>
      </w:r>
      <w:r w:rsidR="004A111C" w:rsidRPr="00DD2716">
        <w:rPr>
          <w:rFonts w:ascii="Times New Roman" w:hAnsi="Times New Roman"/>
          <w:sz w:val="28"/>
          <w:szCs w:val="24"/>
        </w:rPr>
        <w:t>рограммы</w:t>
      </w:r>
    </w:p>
    <w:p w:rsidR="004A111C" w:rsidRDefault="004A111C" w:rsidP="004A111C">
      <w:pPr>
        <w:autoSpaceDE w:val="0"/>
        <w:autoSpaceDN w:val="0"/>
        <w:adjustRightInd w:val="0"/>
        <w:spacing w:after="80"/>
        <w:jc w:val="center"/>
        <w:rPr>
          <w:rFonts w:ascii="Times New Roman" w:hAnsi="Times New Roman"/>
          <w:sz w:val="28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4A111C" w:rsidRPr="0019028B" w:rsidTr="00113EF7">
        <w:tc>
          <w:tcPr>
            <w:tcW w:w="675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Показатели и                индикаторы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Единица измере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850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2003-2012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51" w:type="dxa"/>
            <w:vMerge w:val="restart"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2013-2024</w:t>
            </w:r>
            <w:r w:rsidRPr="00C90404">
              <w:rPr>
                <w:rFonts w:ascii="Times New Roman" w:hAnsi="Times New Roman"/>
                <w:sz w:val="24"/>
                <w:szCs w:val="24"/>
              </w:rPr>
              <w:t xml:space="preserve"> 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505" w:type="dxa"/>
            <w:gridSpan w:val="12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ET"/>
                <w:sz w:val="24"/>
                <w:szCs w:val="24"/>
              </w:rPr>
              <w:t>В том числе</w:t>
            </w:r>
            <w:r w:rsidR="003A5C7F">
              <w:rPr>
                <w:rFonts w:cs="TimesET"/>
                <w:sz w:val="24"/>
                <w:szCs w:val="24"/>
              </w:rPr>
              <w:t xml:space="preserve"> </w:t>
            </w:r>
            <w:r w:rsidR="009E5265">
              <w:rPr>
                <w:rFonts w:cs="TimesET"/>
                <w:sz w:val="24"/>
                <w:szCs w:val="24"/>
              </w:rPr>
              <w:t>по годам</w:t>
            </w:r>
          </w:p>
        </w:tc>
      </w:tr>
      <w:tr w:rsidR="004A111C" w:rsidRPr="0019028B" w:rsidTr="00113EF7">
        <w:tc>
          <w:tcPr>
            <w:tcW w:w="675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708" w:type="dxa"/>
            <w:tcBorders>
              <w:bottom w:val="nil"/>
            </w:tcBorders>
          </w:tcPr>
          <w:p w:rsidR="004A111C" w:rsidRPr="00C90404" w:rsidRDefault="004A111C" w:rsidP="008E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08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8E1F8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bottom w:val="nil"/>
            </w:tcBorders>
          </w:tcPr>
          <w:p w:rsidR="004A111C" w:rsidRPr="00C90404" w:rsidRDefault="004A111C" w:rsidP="00113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</w:tbl>
    <w:p w:rsidR="004A111C" w:rsidRPr="0019028B" w:rsidRDefault="004A111C" w:rsidP="004A111C">
      <w:pPr>
        <w:rPr>
          <w:sz w:val="2"/>
          <w:szCs w:val="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4A111C" w:rsidRPr="0019028B" w:rsidTr="00113EF7">
        <w:trPr>
          <w:trHeight w:val="284"/>
          <w:tblHeader/>
        </w:trPr>
        <w:tc>
          <w:tcPr>
            <w:tcW w:w="675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4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4A111C" w:rsidRPr="00C90404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4A111C" w:rsidRPr="00BF6642" w:rsidTr="00113EF7">
        <w:trPr>
          <w:cantSplit/>
          <w:trHeight w:val="1134"/>
        </w:trPr>
        <w:tc>
          <w:tcPr>
            <w:tcW w:w="675" w:type="dxa"/>
            <w:vMerge w:val="restart"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2C0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</w:tcPr>
          <w:p w:rsidR="004A111C" w:rsidRPr="00C90404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Протяженность сети автомобильных дорог общего пользования регионального или межмуниципального и местного значения на территории Рязанской области,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13792,6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14355,8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14398,4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14653,0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15327,8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15444,3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15454,4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15478,2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15481,1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8D3B09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15482,1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8D3B09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15488,7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8D3B09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15501,9</w:t>
            </w:r>
          </w:p>
        </w:tc>
      </w:tr>
      <w:tr w:rsidR="004A111C" w:rsidRPr="00BF6642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6538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6538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6580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6595,3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6601,7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6597,5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6598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6465,4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6467,2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DD2716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6467,2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6472,8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DD2716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6485,1</w:t>
            </w:r>
          </w:p>
        </w:tc>
      </w:tr>
      <w:tr w:rsidR="004A111C" w:rsidRPr="00BF6642" w:rsidTr="00DD2716">
        <w:trPr>
          <w:cantSplit/>
          <w:trHeight w:val="1134"/>
        </w:trPr>
        <w:tc>
          <w:tcPr>
            <w:tcW w:w="675" w:type="dxa"/>
            <w:vMerge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CB7040" w:rsidRDefault="00CB7040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7254,6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7818,8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7818,4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8057,7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8726,1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8846,8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8856,5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9012,9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9013,9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4A111C" w:rsidRPr="00DD2716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9014,9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9015,9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A111C" w:rsidRPr="00DD2716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9016,9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 w:val="restart"/>
          </w:tcPr>
          <w:p w:rsidR="004A111C" w:rsidRPr="00D942C0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Объемы ввода в эксплуатацию после строительства и реконструкции автомобильных дорог общего пользования регионального или межмуниципального и местного значения,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211,413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A53A7B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241,97526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10,649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4,812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44,44565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15,22646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20,914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24,9965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9066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12,59305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17,69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30FC0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30,96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17,6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30FC0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25,221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201,787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A53A7B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168,033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6,31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0,207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36,378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13,735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9,802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9,37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30FC0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14,8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29,96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16,6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30FC0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24,221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 с применением принципиально новой или с новыми потребительскими свойствами продукции, новых или модернизированных технологий (результатов инновационной деятельности)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9,626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4,47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A53A7B">
        <w:trPr>
          <w:cantSplit/>
          <w:trHeight w:val="132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A53A7B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62,00466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4,339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0,135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1,66765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1,49146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11,112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18,7965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  <w:r w:rsidR="00A9066B">
              <w:rPr>
                <w:rFonts w:ascii="Times New Roman" w:hAnsi="Times New Roman"/>
                <w:sz w:val="22"/>
                <w:szCs w:val="22"/>
              </w:rPr>
              <w:t>2,14305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2а</w:t>
            </w: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Объемы ввода в эксплуатацию после строительства и реконструкции автомобильных дорог общего пользования регионального или межмуниципального и местного значения исходя из расчетной протяженности введенных искусственных сооружений (мостов, мостовых переходов, путепроводов, транспортных развязок),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1,042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630FC0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6,82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1,042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630FC0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6,82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812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583DF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552" w:type="dxa"/>
          </w:tcPr>
          <w:p w:rsidR="004A111C" w:rsidRPr="00C90404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Прирост протяженности сети автомобильных дорог регионального или межмуниципаль-ного и местного значения на территории Рязанской области в результате строительства новых автомобильных дорог,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177,62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A53A7B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158,20531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10,649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4,812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42,694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14,90646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15,212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20,0665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9066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10,19835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16,046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0715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30FC0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13,221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167,994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A53A7B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95,367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6,31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0,207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35,694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13,415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9,37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0715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630FC0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12,221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 с применением принципиально новой или с новыми потребительскими свойствами продукции, новых или модернизированных технологий (результатов инновационной деятельности)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9,626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10,87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4,47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  <w:p w:rsidR="004A111C" w:rsidRPr="00C90404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34" w:type="dxa"/>
          </w:tcPr>
          <w:p w:rsidR="004A111C" w:rsidRPr="004A111C" w:rsidRDefault="0096074A" w:rsidP="00113EF7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A53A7B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51,96831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4,339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0,135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1,49146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11,112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13,8665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9066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9,74835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6,676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Прирост протяженности автомобильных дорог общего пользования регионального или межмуниципального и местного значения на территории Рязанской области, соответствующих нормативным требованиям к транспортно-эксплуатационным показателям в результате реконструкции автомобильных дорог,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33,793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A53A7B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81,6347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0,684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5,702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4,93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9066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2,3947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1,644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3A5C7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29,96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33,793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A53A7B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72,666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0,684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0,32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5,702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0B797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3A5C7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29,96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4A111C" w:rsidRPr="00C90404" w:rsidTr="00113EF7">
        <w:trPr>
          <w:cantSplit/>
          <w:trHeight w:val="1134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B52889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8,9687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4,93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9066B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2,394</w:t>
            </w:r>
            <w:r w:rsidR="001A6914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1,644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ind w:left="113" w:right="113"/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 w:val="restart"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Прирост протяженности автомобильных дорог общего пользования регионального или межмуниципального и местного значения на территории Рязанской области, соответствующих нормативным требованиям к транспортно-эксплуатационным показателям в результате капитального ремонта и ремонта автомобильных дорог, в том числе: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572,678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C01C56" w:rsidP="00630FC0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2765,81876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154,151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65,404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112,982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153,178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219,6171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106,087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206,33032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C01C5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339,3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234,009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355,5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384,66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434,6</w:t>
            </w:r>
          </w:p>
        </w:tc>
      </w:tr>
      <w:tr w:rsidR="004A111C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525,044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A53A7B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2207,38358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98,246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43,25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73,537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93,288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130,769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152,40858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3A5C7F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197,716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229,009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350,5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379,66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A53A7B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429,6</w:t>
            </w:r>
          </w:p>
        </w:tc>
      </w:tr>
      <w:tr w:rsidR="004A111C" w:rsidRPr="00C90404" w:rsidTr="00E17E96">
        <w:trPr>
          <w:cantSplit/>
          <w:trHeight w:val="1270"/>
        </w:trPr>
        <w:tc>
          <w:tcPr>
            <w:tcW w:w="675" w:type="dxa"/>
            <w:vMerge/>
          </w:tcPr>
          <w:p w:rsidR="004A111C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A111C" w:rsidRDefault="004A111C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сети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4A111C" w:rsidRPr="004A111C" w:rsidRDefault="004A111C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47,634</w:t>
            </w:r>
          </w:p>
        </w:tc>
        <w:tc>
          <w:tcPr>
            <w:tcW w:w="851" w:type="dxa"/>
            <w:textDirection w:val="btLr"/>
            <w:vAlign w:val="center"/>
          </w:tcPr>
          <w:p w:rsidR="004A111C" w:rsidRPr="004A111C" w:rsidRDefault="00C01C56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558,43518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55,905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22,154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39,445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59,89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88,8481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76,687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B52889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53,92174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C01C56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141,584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4A111C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746283" w:rsidRPr="00746283" w:rsidTr="00AB0911">
        <w:trPr>
          <w:cantSplit/>
          <w:trHeight w:val="930"/>
        </w:trPr>
        <w:tc>
          <w:tcPr>
            <w:tcW w:w="675" w:type="dxa"/>
          </w:tcPr>
          <w:p w:rsidR="004A111C" w:rsidRPr="00746283" w:rsidRDefault="004A111C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2552" w:type="dxa"/>
          </w:tcPr>
          <w:p w:rsidR="004A111C" w:rsidRPr="00746283" w:rsidRDefault="00320CF5" w:rsidP="008A4E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Количество и протяженность уникальных искусственных сооружений</w:t>
            </w:r>
            <w:r w:rsidR="002147CD" w:rsidRPr="00746283">
              <w:rPr>
                <w:rFonts w:ascii="Times New Roman" w:hAnsi="Times New Roman"/>
                <w:sz w:val="22"/>
                <w:szCs w:val="22"/>
              </w:rPr>
              <w:t>,</w:t>
            </w:r>
            <w:r w:rsidRPr="00746283">
              <w:rPr>
                <w:rFonts w:ascii="Times New Roman" w:hAnsi="Times New Roman"/>
                <w:sz w:val="22"/>
                <w:szCs w:val="22"/>
              </w:rPr>
              <w:t xml:space="preserve"> капитальный ремонт (ремонт) которых завершен </w:t>
            </w:r>
          </w:p>
        </w:tc>
        <w:tc>
          <w:tcPr>
            <w:tcW w:w="1134" w:type="dxa"/>
          </w:tcPr>
          <w:p w:rsidR="004A111C" w:rsidRPr="00746283" w:rsidRDefault="004A111C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шт./</w:t>
            </w:r>
          </w:p>
          <w:p w:rsidR="004A111C" w:rsidRPr="00746283" w:rsidRDefault="004A111C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 xml:space="preserve"> пог. м</w:t>
            </w:r>
          </w:p>
        </w:tc>
        <w:tc>
          <w:tcPr>
            <w:tcW w:w="850" w:type="dxa"/>
            <w:textDirection w:val="btLr"/>
            <w:vAlign w:val="center"/>
          </w:tcPr>
          <w:p w:rsidR="004A111C" w:rsidRPr="00746283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A111C" w:rsidRPr="00746283" w:rsidRDefault="00AB0911" w:rsidP="00630FC0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r w:rsidR="009B0492" w:rsidRPr="00746283">
              <w:rPr>
                <w:rFonts w:ascii="Times New Roman" w:hAnsi="Times New Roman"/>
                <w:sz w:val="22"/>
                <w:szCs w:val="22"/>
              </w:rPr>
              <w:t>/ 762,16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746283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9B0492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5 / 762,1</w:t>
            </w:r>
            <w:r w:rsidR="00E32172" w:rsidRPr="0074628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746283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4A111C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4A111C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4A111C" w:rsidRPr="00746283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4A111C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4A111C" w:rsidRPr="00746283" w:rsidRDefault="00630FC0" w:rsidP="009B0492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746283" w:rsidRPr="00746283" w:rsidTr="00113EF7">
        <w:trPr>
          <w:cantSplit/>
          <w:trHeight w:val="930"/>
        </w:trPr>
        <w:tc>
          <w:tcPr>
            <w:tcW w:w="675" w:type="dxa"/>
          </w:tcPr>
          <w:p w:rsidR="00320CF5" w:rsidRPr="00746283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2552" w:type="dxa"/>
          </w:tcPr>
          <w:p w:rsidR="00320CF5" w:rsidRPr="00746283" w:rsidRDefault="00320CF5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Количество и протяженность уник</w:t>
            </w:r>
            <w:r w:rsidR="008A4EEE" w:rsidRPr="00746283">
              <w:rPr>
                <w:rFonts w:ascii="Times New Roman" w:hAnsi="Times New Roman"/>
                <w:sz w:val="22"/>
                <w:szCs w:val="22"/>
              </w:rPr>
              <w:t>альных искусственных сооружений</w:t>
            </w:r>
            <w:r w:rsidR="002147CD" w:rsidRPr="00746283">
              <w:rPr>
                <w:rFonts w:ascii="Times New Roman" w:hAnsi="Times New Roman"/>
                <w:sz w:val="22"/>
                <w:szCs w:val="22"/>
              </w:rPr>
              <w:t>,</w:t>
            </w:r>
            <w:r w:rsidR="008A4EEE" w:rsidRPr="0074628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46283">
              <w:rPr>
                <w:rFonts w:ascii="Times New Roman" w:hAnsi="Times New Roman"/>
                <w:sz w:val="22"/>
                <w:szCs w:val="22"/>
              </w:rPr>
              <w:t>строительство (реконструкция) которых завершено</w:t>
            </w:r>
            <w:r w:rsidR="00B508A2" w:rsidRPr="0074628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320CF5" w:rsidRPr="00746283" w:rsidRDefault="00320CF5" w:rsidP="00320C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шт./</w:t>
            </w:r>
          </w:p>
          <w:p w:rsidR="00320CF5" w:rsidRPr="00746283" w:rsidRDefault="00320CF5" w:rsidP="00320CF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 xml:space="preserve"> пог. м</w:t>
            </w:r>
          </w:p>
        </w:tc>
        <w:tc>
          <w:tcPr>
            <w:tcW w:w="850" w:type="dxa"/>
            <w:textDirection w:val="btLr"/>
            <w:vAlign w:val="center"/>
          </w:tcPr>
          <w:p w:rsidR="00320CF5" w:rsidRPr="00746283" w:rsidRDefault="00320CF5" w:rsidP="00D631C9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320CF5" w:rsidRPr="00746283" w:rsidRDefault="00E17E96" w:rsidP="00D631C9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1/-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320CF5" w:rsidP="00D631C9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746283" w:rsidRDefault="00320CF5" w:rsidP="00D631C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320CF5" w:rsidP="00D631C9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320CF5" w:rsidP="00D631C9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320CF5" w:rsidP="00D631C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746283" w:rsidRDefault="00320CF5" w:rsidP="00D631C9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320CF5" w:rsidP="00D631C9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320CF5" w:rsidP="00D631C9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320CF5" w:rsidP="00D631C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746283" w:rsidRDefault="00320CF5" w:rsidP="00D631C9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320CF5" w:rsidP="00D631C9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746283" w:rsidRDefault="008A4EEE" w:rsidP="00475FF8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6283">
              <w:rPr>
                <w:rFonts w:ascii="Times New Roman" w:hAnsi="Times New Roman"/>
                <w:sz w:val="22"/>
                <w:szCs w:val="22"/>
              </w:rPr>
              <w:t>1/</w:t>
            </w:r>
            <w:r w:rsidR="00475FF8" w:rsidRPr="00746283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20CF5" w:rsidRPr="00C90404" w:rsidTr="00320CF5">
        <w:trPr>
          <w:cantSplit/>
          <w:trHeight w:val="1439"/>
        </w:trPr>
        <w:tc>
          <w:tcPr>
            <w:tcW w:w="675" w:type="dxa"/>
          </w:tcPr>
          <w:p w:rsidR="00320CF5" w:rsidRPr="004B2FAE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Pr="004B2FA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52" w:type="dxa"/>
          </w:tcPr>
          <w:p w:rsidR="00320CF5" w:rsidRPr="004B2FAE" w:rsidRDefault="00320CF5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Доля уникальных искусственных дорожных сооружений, находящихся в предаварийном или аварийном состоянии</w:t>
            </w:r>
          </w:p>
        </w:tc>
        <w:tc>
          <w:tcPr>
            <w:tcW w:w="1134" w:type="dxa"/>
          </w:tcPr>
          <w:p w:rsidR="00320CF5" w:rsidRPr="004B2FAE" w:rsidRDefault="00320CF5" w:rsidP="00113E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B2FAE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B2FAE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B2FAE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FA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B2FAE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3,4</w:t>
            </w:r>
          </w:p>
        </w:tc>
      </w:tr>
      <w:tr w:rsidR="00320CF5" w:rsidRPr="00C90404" w:rsidTr="00113EF7">
        <w:trPr>
          <w:cantSplit/>
          <w:trHeight w:val="930"/>
        </w:trPr>
        <w:tc>
          <w:tcPr>
            <w:tcW w:w="675" w:type="dxa"/>
            <w:vMerge w:val="restart"/>
          </w:tcPr>
          <w:p w:rsidR="00320CF5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2552" w:type="dxa"/>
          </w:tcPr>
          <w:p w:rsidR="00320CF5" w:rsidRDefault="00320CF5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Общая протяженность автомобильных дорог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 на 31 </w:t>
            </w:r>
            <w:r w:rsidR="008F7F34">
              <w:rPr>
                <w:rFonts w:ascii="Times New Roman" w:hAnsi="Times New Roman"/>
                <w:sz w:val="22"/>
                <w:szCs w:val="22"/>
              </w:rPr>
              <w:t>декабря отчетного года, в том числе:</w:t>
            </w:r>
          </w:p>
        </w:tc>
        <w:tc>
          <w:tcPr>
            <w:tcW w:w="1134" w:type="dxa"/>
          </w:tcPr>
          <w:p w:rsidR="00320CF5" w:rsidRPr="004A111C" w:rsidRDefault="00320CF5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4216,8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4187,2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4300,8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4240,9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4821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4609,7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4818,4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5159,4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5406,4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5791,8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6187,5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6634,1</w:t>
            </w:r>
          </w:p>
        </w:tc>
      </w:tr>
      <w:tr w:rsidR="00320CF5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320CF5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20CF5" w:rsidRDefault="00320CF5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320CF5" w:rsidRPr="004A111C" w:rsidRDefault="00320CF5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784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817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891,2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1146,7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1417,8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1447,7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1600,1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1797,8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3A5C7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2039,8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2420,3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2811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3252,6</w:t>
            </w:r>
          </w:p>
        </w:tc>
      </w:tr>
      <w:tr w:rsidR="00320CF5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320CF5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20CF5" w:rsidRDefault="00320CF5" w:rsidP="00320CF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320CF5" w:rsidRPr="004A111C" w:rsidRDefault="00320CF5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850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3432,8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3370,2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3409,6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3094,2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3403,2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3162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3218,3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3361,5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3366,5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3371,5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3376,5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3381,5</w:t>
            </w:r>
          </w:p>
        </w:tc>
      </w:tr>
      <w:tr w:rsidR="00320CF5" w:rsidRPr="00C90404" w:rsidTr="00113EF7">
        <w:trPr>
          <w:cantSplit/>
          <w:trHeight w:val="930"/>
        </w:trPr>
        <w:tc>
          <w:tcPr>
            <w:tcW w:w="675" w:type="dxa"/>
            <w:vMerge w:val="restart"/>
          </w:tcPr>
          <w:p w:rsidR="00320CF5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2552" w:type="dxa"/>
          </w:tcPr>
          <w:p w:rsidR="00320CF5" w:rsidRDefault="00320CF5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протяженности автомобильных дорог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 на 31 декабря отчетного года, в том числе:</w:t>
            </w:r>
          </w:p>
        </w:tc>
        <w:tc>
          <w:tcPr>
            <w:tcW w:w="1134" w:type="dxa"/>
          </w:tcPr>
          <w:p w:rsidR="00320CF5" w:rsidRPr="004A111C" w:rsidRDefault="00320CF5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30,6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29,2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29,9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28,9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31,5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29,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31,2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33,3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34,9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37,4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39,9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42,8</w:t>
            </w:r>
          </w:p>
        </w:tc>
      </w:tr>
      <w:tr w:rsidR="00320CF5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320CF5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20CF5" w:rsidRDefault="00320CF5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регионального или межмуниципального значения</w:t>
            </w:r>
          </w:p>
        </w:tc>
        <w:tc>
          <w:tcPr>
            <w:tcW w:w="1134" w:type="dxa"/>
          </w:tcPr>
          <w:p w:rsidR="00320CF5" w:rsidRPr="004A111C" w:rsidRDefault="00320CF5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12,0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12,5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13,5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17,4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21,5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21,9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24,3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27,8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31,5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37,4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43,4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50,2</w:t>
            </w:r>
          </w:p>
        </w:tc>
      </w:tr>
      <w:tr w:rsidR="00320CF5" w:rsidRPr="00C90404" w:rsidTr="00113EF7">
        <w:trPr>
          <w:cantSplit/>
          <w:trHeight w:val="930"/>
        </w:trPr>
        <w:tc>
          <w:tcPr>
            <w:tcW w:w="675" w:type="dxa"/>
            <w:vMerge/>
          </w:tcPr>
          <w:p w:rsidR="00320CF5" w:rsidRDefault="00320CF5" w:rsidP="00113E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20CF5" w:rsidRDefault="00320CF5" w:rsidP="00113E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320CF5" w:rsidRPr="004A111C" w:rsidRDefault="00320CF5" w:rsidP="00113EF7">
            <w:pPr>
              <w:jc w:val="center"/>
              <w:rPr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850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47,3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43,1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43,6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38,4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39,0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4A111C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111C">
              <w:rPr>
                <w:rFonts w:ascii="Times New Roman" w:hAnsi="Times New Roman"/>
                <w:sz w:val="22"/>
                <w:szCs w:val="22"/>
              </w:rPr>
              <w:t>35,7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36,3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37,3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37,3</w:t>
            </w:r>
          </w:p>
        </w:tc>
        <w:tc>
          <w:tcPr>
            <w:tcW w:w="708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37,4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37,5</w:t>
            </w:r>
          </w:p>
        </w:tc>
        <w:tc>
          <w:tcPr>
            <w:tcW w:w="709" w:type="dxa"/>
            <w:textDirection w:val="btLr"/>
            <w:vAlign w:val="center"/>
          </w:tcPr>
          <w:p w:rsidR="00320CF5" w:rsidRPr="00DD2716" w:rsidRDefault="00320CF5" w:rsidP="00113EF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37,5</w:t>
            </w:r>
          </w:p>
        </w:tc>
      </w:tr>
    </w:tbl>
    <w:p w:rsidR="004A111C" w:rsidRPr="00C90404" w:rsidRDefault="004A111C" w:rsidP="004A111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Примечание: В графах </w:t>
      </w:r>
      <w:hyperlink r:id="rId12" w:history="1">
        <w:r>
          <w:rPr>
            <w:rFonts w:ascii="Times New Roman" w:hAnsi="Times New Roman"/>
            <w:sz w:val="22"/>
            <w:szCs w:val="22"/>
          </w:rPr>
          <w:t>«</w:t>
        </w:r>
        <w:r w:rsidRPr="00C90404">
          <w:rPr>
            <w:rFonts w:ascii="Times New Roman" w:hAnsi="Times New Roman"/>
            <w:sz w:val="22"/>
            <w:szCs w:val="22"/>
          </w:rPr>
          <w:t>2013 год</w:t>
        </w:r>
      </w:hyperlink>
      <w:r>
        <w:rPr>
          <w:rFonts w:ascii="Times New Roman" w:hAnsi="Times New Roman"/>
          <w:sz w:val="22"/>
          <w:szCs w:val="22"/>
        </w:rPr>
        <w:t>»</w:t>
      </w:r>
      <w:r w:rsidRPr="00C90404">
        <w:rPr>
          <w:rFonts w:ascii="Times New Roman" w:hAnsi="Times New Roman"/>
          <w:sz w:val="22"/>
          <w:szCs w:val="22"/>
        </w:rPr>
        <w:t xml:space="preserve"> и </w:t>
      </w:r>
      <w:hyperlink r:id="rId13" w:history="1">
        <w:r>
          <w:rPr>
            <w:rFonts w:ascii="Times New Roman" w:hAnsi="Times New Roman"/>
            <w:sz w:val="22"/>
            <w:szCs w:val="22"/>
          </w:rPr>
          <w:t>«</w:t>
        </w:r>
        <w:r w:rsidRPr="00C90404">
          <w:rPr>
            <w:rFonts w:ascii="Times New Roman" w:hAnsi="Times New Roman"/>
            <w:sz w:val="22"/>
            <w:szCs w:val="22"/>
          </w:rPr>
          <w:t>2014 год</w:t>
        </w:r>
      </w:hyperlink>
      <w:r>
        <w:rPr>
          <w:rFonts w:ascii="Times New Roman" w:hAnsi="Times New Roman"/>
          <w:sz w:val="22"/>
          <w:szCs w:val="22"/>
        </w:rPr>
        <w:t>»</w:t>
      </w:r>
      <w:r w:rsidRPr="00C90404">
        <w:rPr>
          <w:rFonts w:ascii="Times New Roman" w:hAnsi="Times New Roman"/>
          <w:sz w:val="22"/>
          <w:szCs w:val="22"/>
        </w:rPr>
        <w:t xml:space="preserve"> указаны фактически достигнутые величины показателей за соответствующий год.</w:t>
      </w:r>
      <w:r w:rsidR="009F6042">
        <w:rPr>
          <w:rFonts w:ascii="Times New Roman" w:hAnsi="Times New Roman"/>
          <w:sz w:val="22"/>
          <w:szCs w:val="22"/>
        </w:rPr>
        <w:t>»</w:t>
      </w:r>
      <w:r w:rsidR="00705071">
        <w:rPr>
          <w:rFonts w:ascii="Times New Roman" w:hAnsi="Times New Roman"/>
          <w:sz w:val="22"/>
          <w:szCs w:val="22"/>
        </w:rPr>
        <w:t>.</w:t>
      </w:r>
    </w:p>
    <w:p w:rsidR="004A111C" w:rsidRDefault="00C23289" w:rsidP="00662A15">
      <w:pPr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</w:t>
      </w:r>
    </w:p>
    <w:sectPr w:rsidR="004A111C" w:rsidSect="00746283">
      <w:headerReference w:type="default" r:id="rId14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3A8" w:rsidRDefault="002333A8">
      <w:r>
        <w:separator/>
      </w:r>
    </w:p>
  </w:endnote>
  <w:endnote w:type="continuationSeparator" w:id="0">
    <w:p w:rsidR="002333A8" w:rsidRDefault="00233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113EF7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113EF7" w:rsidRDefault="00113EF7">
          <w:pPr>
            <w:pStyle w:val="a6"/>
          </w:pPr>
          <w:r>
            <w:rPr>
              <w:noProof/>
            </w:rPr>
            <w:drawing>
              <wp:inline distT="0" distB="0" distL="0" distR="0">
                <wp:extent cx="670560" cy="281940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56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113EF7" w:rsidRPr="00963E33" w:rsidRDefault="00113EF7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5260" cy="144780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113EF7" w:rsidRPr="00963E33" w:rsidRDefault="00746283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6008  29.12.2020 12:07:49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113EF7" w:rsidRPr="00F16F07" w:rsidRDefault="00113EF7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113EF7" w:rsidRPr="00963E33" w:rsidRDefault="00113EF7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113EF7" w:rsidRPr="009573D3" w:rsidRDefault="00113EF7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113EF7" w:rsidRPr="00963E33" w:rsidTr="00963E33">
      <w:tc>
        <w:tcPr>
          <w:tcW w:w="2538" w:type="dxa"/>
        </w:tcPr>
        <w:p w:rsidR="00113EF7" w:rsidRPr="00963E33" w:rsidRDefault="00113EF7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113EF7" w:rsidRPr="00963E33" w:rsidRDefault="00113EF7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113EF7" w:rsidRPr="00963E33" w:rsidRDefault="00113EF7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113EF7" w:rsidRPr="00963E33" w:rsidRDefault="00113EF7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113EF7" w:rsidRDefault="00113EF7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3A8" w:rsidRDefault="002333A8">
      <w:r>
        <w:separator/>
      </w:r>
    </w:p>
  </w:footnote>
  <w:footnote w:type="continuationSeparator" w:id="0">
    <w:p w:rsidR="002333A8" w:rsidRDefault="00233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EF7" w:rsidRDefault="00E103C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3EF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13EF7">
      <w:rPr>
        <w:rStyle w:val="a8"/>
        <w:noProof/>
      </w:rPr>
      <w:t>1</w:t>
    </w:r>
    <w:r>
      <w:rPr>
        <w:rStyle w:val="a8"/>
      </w:rPr>
      <w:fldChar w:fldCharType="end"/>
    </w:r>
  </w:p>
  <w:p w:rsidR="00113EF7" w:rsidRDefault="00113EF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EF7" w:rsidRPr="00481B88" w:rsidRDefault="00113EF7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113EF7" w:rsidRPr="00481B88" w:rsidRDefault="00E103C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113EF7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201B86">
      <w:rPr>
        <w:rStyle w:val="a8"/>
        <w:rFonts w:ascii="Times New Roman" w:hAnsi="Times New Roman"/>
        <w:noProof/>
        <w:sz w:val="28"/>
        <w:szCs w:val="28"/>
      </w:rPr>
      <w:t>8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113EF7" w:rsidRPr="00E37801" w:rsidRDefault="00113EF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MAuqz0coYpw5mlfz1oqXWRZp/4RnHCBp1yKcnYIktJmLfaj+xf/9GKl0JAO9IxbeMhv+ezKpSnIMO5JLmaMeA==" w:salt="lgY7GH6ShFMPFF1Hf80Pa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E86"/>
    <w:rsid w:val="00007D40"/>
    <w:rsid w:val="0001104A"/>
    <w:rsid w:val="00013363"/>
    <w:rsid w:val="0001360F"/>
    <w:rsid w:val="0001786C"/>
    <w:rsid w:val="00022A8E"/>
    <w:rsid w:val="00024B3E"/>
    <w:rsid w:val="00030105"/>
    <w:rsid w:val="000331B3"/>
    <w:rsid w:val="00033413"/>
    <w:rsid w:val="00037C0C"/>
    <w:rsid w:val="00040527"/>
    <w:rsid w:val="000502A3"/>
    <w:rsid w:val="00051B8C"/>
    <w:rsid w:val="00056DEB"/>
    <w:rsid w:val="00060834"/>
    <w:rsid w:val="00065C52"/>
    <w:rsid w:val="00073A7A"/>
    <w:rsid w:val="00076D5E"/>
    <w:rsid w:val="00084DD3"/>
    <w:rsid w:val="000917C0"/>
    <w:rsid w:val="00092145"/>
    <w:rsid w:val="0009319D"/>
    <w:rsid w:val="000953CF"/>
    <w:rsid w:val="00095862"/>
    <w:rsid w:val="000B0736"/>
    <w:rsid w:val="000B2280"/>
    <w:rsid w:val="000B3ECA"/>
    <w:rsid w:val="000B7975"/>
    <w:rsid w:val="000C651D"/>
    <w:rsid w:val="000E166B"/>
    <w:rsid w:val="000E7582"/>
    <w:rsid w:val="000F2B84"/>
    <w:rsid w:val="000F5BB8"/>
    <w:rsid w:val="001032A2"/>
    <w:rsid w:val="00113B13"/>
    <w:rsid w:val="00113EF7"/>
    <w:rsid w:val="001206B1"/>
    <w:rsid w:val="00122CFD"/>
    <w:rsid w:val="0013431C"/>
    <w:rsid w:val="00137B7B"/>
    <w:rsid w:val="00146D07"/>
    <w:rsid w:val="00147077"/>
    <w:rsid w:val="00147E70"/>
    <w:rsid w:val="00151370"/>
    <w:rsid w:val="0015468F"/>
    <w:rsid w:val="0015556E"/>
    <w:rsid w:val="00162E72"/>
    <w:rsid w:val="00165922"/>
    <w:rsid w:val="00166657"/>
    <w:rsid w:val="00175BE5"/>
    <w:rsid w:val="001850F4"/>
    <w:rsid w:val="0018718F"/>
    <w:rsid w:val="00190FF9"/>
    <w:rsid w:val="00193393"/>
    <w:rsid w:val="00193C30"/>
    <w:rsid w:val="001947BE"/>
    <w:rsid w:val="001A0574"/>
    <w:rsid w:val="001A0810"/>
    <w:rsid w:val="001A0A98"/>
    <w:rsid w:val="001A25F1"/>
    <w:rsid w:val="001A560F"/>
    <w:rsid w:val="001A6914"/>
    <w:rsid w:val="001B0982"/>
    <w:rsid w:val="001B32BA"/>
    <w:rsid w:val="001B7E90"/>
    <w:rsid w:val="001C5DC8"/>
    <w:rsid w:val="001D7503"/>
    <w:rsid w:val="001D7CF0"/>
    <w:rsid w:val="001E0317"/>
    <w:rsid w:val="001E20F1"/>
    <w:rsid w:val="001E2695"/>
    <w:rsid w:val="001E6E55"/>
    <w:rsid w:val="001F12E8"/>
    <w:rsid w:val="001F228C"/>
    <w:rsid w:val="001F411B"/>
    <w:rsid w:val="001F64B8"/>
    <w:rsid w:val="001F7C83"/>
    <w:rsid w:val="00200143"/>
    <w:rsid w:val="00201B86"/>
    <w:rsid w:val="00203046"/>
    <w:rsid w:val="00205AB5"/>
    <w:rsid w:val="002147CD"/>
    <w:rsid w:val="00224DBA"/>
    <w:rsid w:val="00231F1C"/>
    <w:rsid w:val="002333A8"/>
    <w:rsid w:val="00242DDB"/>
    <w:rsid w:val="0024421B"/>
    <w:rsid w:val="0024596D"/>
    <w:rsid w:val="00246A5A"/>
    <w:rsid w:val="002479A2"/>
    <w:rsid w:val="00254677"/>
    <w:rsid w:val="002548C3"/>
    <w:rsid w:val="0026087E"/>
    <w:rsid w:val="00261C74"/>
    <w:rsid w:val="00261DE0"/>
    <w:rsid w:val="00265420"/>
    <w:rsid w:val="00271F1F"/>
    <w:rsid w:val="002743AC"/>
    <w:rsid w:val="00274E14"/>
    <w:rsid w:val="00280A6D"/>
    <w:rsid w:val="00280FC4"/>
    <w:rsid w:val="00284A49"/>
    <w:rsid w:val="00286ECA"/>
    <w:rsid w:val="002953B6"/>
    <w:rsid w:val="002B42FF"/>
    <w:rsid w:val="002B7A59"/>
    <w:rsid w:val="002C5339"/>
    <w:rsid w:val="002C6B4B"/>
    <w:rsid w:val="002D4371"/>
    <w:rsid w:val="002D60AF"/>
    <w:rsid w:val="002D7D3F"/>
    <w:rsid w:val="002E0077"/>
    <w:rsid w:val="002E51A7"/>
    <w:rsid w:val="002E5A5F"/>
    <w:rsid w:val="002F1E81"/>
    <w:rsid w:val="002F7554"/>
    <w:rsid w:val="00310D92"/>
    <w:rsid w:val="003160CB"/>
    <w:rsid w:val="00316C65"/>
    <w:rsid w:val="00320CF5"/>
    <w:rsid w:val="00321189"/>
    <w:rsid w:val="003222A3"/>
    <w:rsid w:val="00323E29"/>
    <w:rsid w:val="00325FB2"/>
    <w:rsid w:val="00333D63"/>
    <w:rsid w:val="00341E87"/>
    <w:rsid w:val="003510D1"/>
    <w:rsid w:val="003531F7"/>
    <w:rsid w:val="00357E36"/>
    <w:rsid w:val="00360A40"/>
    <w:rsid w:val="00366745"/>
    <w:rsid w:val="00366C05"/>
    <w:rsid w:val="003716BC"/>
    <w:rsid w:val="00376F0B"/>
    <w:rsid w:val="00377D74"/>
    <w:rsid w:val="003839C7"/>
    <w:rsid w:val="00386103"/>
    <w:rsid w:val="003870C2"/>
    <w:rsid w:val="0039301B"/>
    <w:rsid w:val="00394137"/>
    <w:rsid w:val="003A5C7F"/>
    <w:rsid w:val="003C2FA5"/>
    <w:rsid w:val="003C7F07"/>
    <w:rsid w:val="003D3B8A"/>
    <w:rsid w:val="003D54F8"/>
    <w:rsid w:val="003D6773"/>
    <w:rsid w:val="003E2B5D"/>
    <w:rsid w:val="003E71BC"/>
    <w:rsid w:val="003F1F69"/>
    <w:rsid w:val="003F4F5E"/>
    <w:rsid w:val="00400906"/>
    <w:rsid w:val="0040111C"/>
    <w:rsid w:val="00407222"/>
    <w:rsid w:val="0042590E"/>
    <w:rsid w:val="00437F65"/>
    <w:rsid w:val="004421AA"/>
    <w:rsid w:val="004504E0"/>
    <w:rsid w:val="00451D08"/>
    <w:rsid w:val="00455228"/>
    <w:rsid w:val="004600FD"/>
    <w:rsid w:val="00460FEA"/>
    <w:rsid w:val="00463091"/>
    <w:rsid w:val="004729EE"/>
    <w:rsid w:val="004734B7"/>
    <w:rsid w:val="00475FF8"/>
    <w:rsid w:val="00481B88"/>
    <w:rsid w:val="00485B4F"/>
    <w:rsid w:val="004862D1"/>
    <w:rsid w:val="00490CD2"/>
    <w:rsid w:val="0049293C"/>
    <w:rsid w:val="004A111C"/>
    <w:rsid w:val="004B2D4A"/>
    <w:rsid w:val="004B2D5A"/>
    <w:rsid w:val="004B2FAE"/>
    <w:rsid w:val="004B327C"/>
    <w:rsid w:val="004B3481"/>
    <w:rsid w:val="004D293D"/>
    <w:rsid w:val="004E402F"/>
    <w:rsid w:val="004E61F5"/>
    <w:rsid w:val="004F1D67"/>
    <w:rsid w:val="004F44FE"/>
    <w:rsid w:val="00505F6F"/>
    <w:rsid w:val="00511CF7"/>
    <w:rsid w:val="00512A47"/>
    <w:rsid w:val="0053068D"/>
    <w:rsid w:val="00531C68"/>
    <w:rsid w:val="00532119"/>
    <w:rsid w:val="005335F3"/>
    <w:rsid w:val="0053740D"/>
    <w:rsid w:val="00542957"/>
    <w:rsid w:val="00543C38"/>
    <w:rsid w:val="00543C6E"/>
    <w:rsid w:val="00543D2D"/>
    <w:rsid w:val="00545A3D"/>
    <w:rsid w:val="00546DBB"/>
    <w:rsid w:val="00547E14"/>
    <w:rsid w:val="00555A55"/>
    <w:rsid w:val="00561A5B"/>
    <w:rsid w:val="00567542"/>
    <w:rsid w:val="0057074C"/>
    <w:rsid w:val="00573FBF"/>
    <w:rsid w:val="00574FF3"/>
    <w:rsid w:val="00580D21"/>
    <w:rsid w:val="00582538"/>
    <w:rsid w:val="005838EA"/>
    <w:rsid w:val="00583DF6"/>
    <w:rsid w:val="00585EE1"/>
    <w:rsid w:val="00590C0E"/>
    <w:rsid w:val="005939E6"/>
    <w:rsid w:val="00597133"/>
    <w:rsid w:val="005A4227"/>
    <w:rsid w:val="005B229B"/>
    <w:rsid w:val="005B3518"/>
    <w:rsid w:val="005C2D0D"/>
    <w:rsid w:val="005C34BC"/>
    <w:rsid w:val="005C56AE"/>
    <w:rsid w:val="005C7449"/>
    <w:rsid w:val="005D7C88"/>
    <w:rsid w:val="005E137B"/>
    <w:rsid w:val="005E6D99"/>
    <w:rsid w:val="005F2ADD"/>
    <w:rsid w:val="005F2C49"/>
    <w:rsid w:val="0060035A"/>
    <w:rsid w:val="006013EB"/>
    <w:rsid w:val="0060479E"/>
    <w:rsid w:val="00604BE7"/>
    <w:rsid w:val="00605025"/>
    <w:rsid w:val="00616AED"/>
    <w:rsid w:val="00622DA3"/>
    <w:rsid w:val="006244B3"/>
    <w:rsid w:val="00630FC0"/>
    <w:rsid w:val="006323FB"/>
    <w:rsid w:val="00632A4F"/>
    <w:rsid w:val="00632B56"/>
    <w:rsid w:val="006351E3"/>
    <w:rsid w:val="006401BA"/>
    <w:rsid w:val="00644236"/>
    <w:rsid w:val="006471E5"/>
    <w:rsid w:val="00651A0A"/>
    <w:rsid w:val="00662A15"/>
    <w:rsid w:val="0066625B"/>
    <w:rsid w:val="00671D3B"/>
    <w:rsid w:val="006738B9"/>
    <w:rsid w:val="00684A5B"/>
    <w:rsid w:val="00686FC9"/>
    <w:rsid w:val="006870FE"/>
    <w:rsid w:val="006A1F71"/>
    <w:rsid w:val="006A2B51"/>
    <w:rsid w:val="006A322F"/>
    <w:rsid w:val="006A6D02"/>
    <w:rsid w:val="006A704D"/>
    <w:rsid w:val="006C3040"/>
    <w:rsid w:val="006D2674"/>
    <w:rsid w:val="006E10B9"/>
    <w:rsid w:val="006E2179"/>
    <w:rsid w:val="006F328B"/>
    <w:rsid w:val="006F3499"/>
    <w:rsid w:val="006F5886"/>
    <w:rsid w:val="00705071"/>
    <w:rsid w:val="00707734"/>
    <w:rsid w:val="00707E19"/>
    <w:rsid w:val="00712F7C"/>
    <w:rsid w:val="0072328A"/>
    <w:rsid w:val="007256E4"/>
    <w:rsid w:val="007336CF"/>
    <w:rsid w:val="0073684D"/>
    <w:rsid w:val="007377B5"/>
    <w:rsid w:val="00745D3F"/>
    <w:rsid w:val="00746283"/>
    <w:rsid w:val="00746CC2"/>
    <w:rsid w:val="00747F07"/>
    <w:rsid w:val="00760323"/>
    <w:rsid w:val="0076032D"/>
    <w:rsid w:val="00765600"/>
    <w:rsid w:val="007670DB"/>
    <w:rsid w:val="00767BB4"/>
    <w:rsid w:val="00775B4C"/>
    <w:rsid w:val="00780136"/>
    <w:rsid w:val="00791C9F"/>
    <w:rsid w:val="00792AAB"/>
    <w:rsid w:val="00793B47"/>
    <w:rsid w:val="007A1D0C"/>
    <w:rsid w:val="007A2A7B"/>
    <w:rsid w:val="007C2366"/>
    <w:rsid w:val="007C3462"/>
    <w:rsid w:val="007D1CD3"/>
    <w:rsid w:val="007D3FF6"/>
    <w:rsid w:val="007D4925"/>
    <w:rsid w:val="007E0A93"/>
    <w:rsid w:val="007E271A"/>
    <w:rsid w:val="007E426F"/>
    <w:rsid w:val="007E5B73"/>
    <w:rsid w:val="007F0C8A"/>
    <w:rsid w:val="007F11AB"/>
    <w:rsid w:val="00802176"/>
    <w:rsid w:val="008143CB"/>
    <w:rsid w:val="00823CA1"/>
    <w:rsid w:val="00826043"/>
    <w:rsid w:val="00827699"/>
    <w:rsid w:val="00830CA5"/>
    <w:rsid w:val="00831FA3"/>
    <w:rsid w:val="008418F4"/>
    <w:rsid w:val="0084321C"/>
    <w:rsid w:val="008513B9"/>
    <w:rsid w:val="00852891"/>
    <w:rsid w:val="0086615C"/>
    <w:rsid w:val="008702D3"/>
    <w:rsid w:val="00875959"/>
    <w:rsid w:val="00876034"/>
    <w:rsid w:val="00880005"/>
    <w:rsid w:val="008827E7"/>
    <w:rsid w:val="00891265"/>
    <w:rsid w:val="008A1696"/>
    <w:rsid w:val="008A191D"/>
    <w:rsid w:val="008A4EEE"/>
    <w:rsid w:val="008C191D"/>
    <w:rsid w:val="008C5264"/>
    <w:rsid w:val="008C58FE"/>
    <w:rsid w:val="008C5D38"/>
    <w:rsid w:val="008C6BD1"/>
    <w:rsid w:val="008D3B09"/>
    <w:rsid w:val="008E1F83"/>
    <w:rsid w:val="008E6C41"/>
    <w:rsid w:val="008F0816"/>
    <w:rsid w:val="008F6BB7"/>
    <w:rsid w:val="008F7F34"/>
    <w:rsid w:val="00900F42"/>
    <w:rsid w:val="00901EA2"/>
    <w:rsid w:val="009108C0"/>
    <w:rsid w:val="00914808"/>
    <w:rsid w:val="0092285C"/>
    <w:rsid w:val="00932E3C"/>
    <w:rsid w:val="009367C8"/>
    <w:rsid w:val="009437C1"/>
    <w:rsid w:val="0094480E"/>
    <w:rsid w:val="00945D13"/>
    <w:rsid w:val="0095236F"/>
    <w:rsid w:val="009546C2"/>
    <w:rsid w:val="009573D3"/>
    <w:rsid w:val="0096074A"/>
    <w:rsid w:val="009627A3"/>
    <w:rsid w:val="0096321B"/>
    <w:rsid w:val="00963E33"/>
    <w:rsid w:val="009765E4"/>
    <w:rsid w:val="009977FF"/>
    <w:rsid w:val="009A085B"/>
    <w:rsid w:val="009A330F"/>
    <w:rsid w:val="009A7702"/>
    <w:rsid w:val="009B0492"/>
    <w:rsid w:val="009B2785"/>
    <w:rsid w:val="009C04EC"/>
    <w:rsid w:val="009C1DE6"/>
    <w:rsid w:val="009C1F0E"/>
    <w:rsid w:val="009D3C8D"/>
    <w:rsid w:val="009D3E8C"/>
    <w:rsid w:val="009E3A0E"/>
    <w:rsid w:val="009E5265"/>
    <w:rsid w:val="009F6042"/>
    <w:rsid w:val="00A06428"/>
    <w:rsid w:val="00A06629"/>
    <w:rsid w:val="00A0715C"/>
    <w:rsid w:val="00A1314B"/>
    <w:rsid w:val="00A13160"/>
    <w:rsid w:val="00A137D3"/>
    <w:rsid w:val="00A3754B"/>
    <w:rsid w:val="00A376EC"/>
    <w:rsid w:val="00A42B5F"/>
    <w:rsid w:val="00A44A8F"/>
    <w:rsid w:val="00A46867"/>
    <w:rsid w:val="00A515E7"/>
    <w:rsid w:val="00A51D96"/>
    <w:rsid w:val="00A53A7B"/>
    <w:rsid w:val="00A54812"/>
    <w:rsid w:val="00A56101"/>
    <w:rsid w:val="00A61EED"/>
    <w:rsid w:val="00A668C7"/>
    <w:rsid w:val="00A72E6E"/>
    <w:rsid w:val="00A9066B"/>
    <w:rsid w:val="00A96F84"/>
    <w:rsid w:val="00AB0911"/>
    <w:rsid w:val="00AB38FC"/>
    <w:rsid w:val="00AC3953"/>
    <w:rsid w:val="00AC7150"/>
    <w:rsid w:val="00AD24DA"/>
    <w:rsid w:val="00AD5B91"/>
    <w:rsid w:val="00AE1DCA"/>
    <w:rsid w:val="00AE3915"/>
    <w:rsid w:val="00AF1595"/>
    <w:rsid w:val="00AF5F7C"/>
    <w:rsid w:val="00B02207"/>
    <w:rsid w:val="00B03403"/>
    <w:rsid w:val="00B063FA"/>
    <w:rsid w:val="00B10324"/>
    <w:rsid w:val="00B12E27"/>
    <w:rsid w:val="00B147B4"/>
    <w:rsid w:val="00B15E6F"/>
    <w:rsid w:val="00B376B1"/>
    <w:rsid w:val="00B508A2"/>
    <w:rsid w:val="00B52889"/>
    <w:rsid w:val="00B55650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928BB"/>
    <w:rsid w:val="00BB143E"/>
    <w:rsid w:val="00BB2C98"/>
    <w:rsid w:val="00BC044A"/>
    <w:rsid w:val="00BD0B82"/>
    <w:rsid w:val="00BD7AD8"/>
    <w:rsid w:val="00BD7EA9"/>
    <w:rsid w:val="00BE3198"/>
    <w:rsid w:val="00BE35C3"/>
    <w:rsid w:val="00BF4F5F"/>
    <w:rsid w:val="00BF78A8"/>
    <w:rsid w:val="00C01C56"/>
    <w:rsid w:val="00C04EEB"/>
    <w:rsid w:val="00C075A4"/>
    <w:rsid w:val="00C07F79"/>
    <w:rsid w:val="00C10F12"/>
    <w:rsid w:val="00C113C6"/>
    <w:rsid w:val="00C11826"/>
    <w:rsid w:val="00C22019"/>
    <w:rsid w:val="00C23289"/>
    <w:rsid w:val="00C36AA4"/>
    <w:rsid w:val="00C46D42"/>
    <w:rsid w:val="00C50C32"/>
    <w:rsid w:val="00C57D2A"/>
    <w:rsid w:val="00C60178"/>
    <w:rsid w:val="00C61760"/>
    <w:rsid w:val="00C63CD6"/>
    <w:rsid w:val="00C73D1F"/>
    <w:rsid w:val="00C82046"/>
    <w:rsid w:val="00C8536D"/>
    <w:rsid w:val="00C87D95"/>
    <w:rsid w:val="00C9077A"/>
    <w:rsid w:val="00C9176A"/>
    <w:rsid w:val="00C95CD2"/>
    <w:rsid w:val="00CA051B"/>
    <w:rsid w:val="00CA2A2C"/>
    <w:rsid w:val="00CB3CBE"/>
    <w:rsid w:val="00CB7040"/>
    <w:rsid w:val="00CC544D"/>
    <w:rsid w:val="00CD1402"/>
    <w:rsid w:val="00CD328F"/>
    <w:rsid w:val="00CF03D8"/>
    <w:rsid w:val="00CF0D73"/>
    <w:rsid w:val="00CF610B"/>
    <w:rsid w:val="00D015D5"/>
    <w:rsid w:val="00D03D68"/>
    <w:rsid w:val="00D266DD"/>
    <w:rsid w:val="00D32B04"/>
    <w:rsid w:val="00D3598E"/>
    <w:rsid w:val="00D374E7"/>
    <w:rsid w:val="00D63949"/>
    <w:rsid w:val="00D652E7"/>
    <w:rsid w:val="00D71D3B"/>
    <w:rsid w:val="00D74377"/>
    <w:rsid w:val="00D77BCF"/>
    <w:rsid w:val="00D8157A"/>
    <w:rsid w:val="00D84394"/>
    <w:rsid w:val="00D908E5"/>
    <w:rsid w:val="00D944FD"/>
    <w:rsid w:val="00D95E55"/>
    <w:rsid w:val="00DB3664"/>
    <w:rsid w:val="00DB42DB"/>
    <w:rsid w:val="00DC16FB"/>
    <w:rsid w:val="00DC4A65"/>
    <w:rsid w:val="00DC4F66"/>
    <w:rsid w:val="00DD2716"/>
    <w:rsid w:val="00DD6EFA"/>
    <w:rsid w:val="00DF7212"/>
    <w:rsid w:val="00E103C4"/>
    <w:rsid w:val="00E10B44"/>
    <w:rsid w:val="00E11666"/>
    <w:rsid w:val="00E11F02"/>
    <w:rsid w:val="00E14227"/>
    <w:rsid w:val="00E17E96"/>
    <w:rsid w:val="00E2726B"/>
    <w:rsid w:val="00E32172"/>
    <w:rsid w:val="00E32E86"/>
    <w:rsid w:val="00E3581B"/>
    <w:rsid w:val="00E37801"/>
    <w:rsid w:val="00E41991"/>
    <w:rsid w:val="00E4623D"/>
    <w:rsid w:val="00E46EAA"/>
    <w:rsid w:val="00E5038C"/>
    <w:rsid w:val="00E50B69"/>
    <w:rsid w:val="00E5298B"/>
    <w:rsid w:val="00E54275"/>
    <w:rsid w:val="00E54354"/>
    <w:rsid w:val="00E56EFB"/>
    <w:rsid w:val="00E6458F"/>
    <w:rsid w:val="00E7242D"/>
    <w:rsid w:val="00E75404"/>
    <w:rsid w:val="00E87E25"/>
    <w:rsid w:val="00EA04F1"/>
    <w:rsid w:val="00EA2FD3"/>
    <w:rsid w:val="00EB28C9"/>
    <w:rsid w:val="00EB7CE9"/>
    <w:rsid w:val="00EC433F"/>
    <w:rsid w:val="00EC676E"/>
    <w:rsid w:val="00ED1FDE"/>
    <w:rsid w:val="00EF7A1F"/>
    <w:rsid w:val="00F04506"/>
    <w:rsid w:val="00F06EFB"/>
    <w:rsid w:val="00F1529E"/>
    <w:rsid w:val="00F16F07"/>
    <w:rsid w:val="00F30213"/>
    <w:rsid w:val="00F32125"/>
    <w:rsid w:val="00F40CE7"/>
    <w:rsid w:val="00F45975"/>
    <w:rsid w:val="00F45B7C"/>
    <w:rsid w:val="00F45FCE"/>
    <w:rsid w:val="00F55110"/>
    <w:rsid w:val="00F63B3B"/>
    <w:rsid w:val="00F64394"/>
    <w:rsid w:val="00F65E2A"/>
    <w:rsid w:val="00F66514"/>
    <w:rsid w:val="00F74151"/>
    <w:rsid w:val="00F9061A"/>
    <w:rsid w:val="00F9334F"/>
    <w:rsid w:val="00F9748A"/>
    <w:rsid w:val="00F97D7F"/>
    <w:rsid w:val="00FA122C"/>
    <w:rsid w:val="00FA3B95"/>
    <w:rsid w:val="00FA512D"/>
    <w:rsid w:val="00FB42A2"/>
    <w:rsid w:val="00FB54BA"/>
    <w:rsid w:val="00FC1278"/>
    <w:rsid w:val="00FC2397"/>
    <w:rsid w:val="00FC45EB"/>
    <w:rsid w:val="00FC4F55"/>
    <w:rsid w:val="00FC5514"/>
    <w:rsid w:val="00FC55AA"/>
    <w:rsid w:val="00FC71EE"/>
    <w:rsid w:val="00FD1366"/>
    <w:rsid w:val="00FE0822"/>
    <w:rsid w:val="00FE3A1D"/>
    <w:rsid w:val="00FE7735"/>
    <w:rsid w:val="00FF0434"/>
    <w:rsid w:val="00FF2F18"/>
    <w:rsid w:val="00FF4D84"/>
    <w:rsid w:val="00FF6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DB"/>
    <w:rPr>
      <w:rFonts w:ascii="TimesET" w:hAnsi="TimesET"/>
    </w:rPr>
  </w:style>
  <w:style w:type="paragraph" w:styleId="1">
    <w:name w:val="heading 1"/>
    <w:basedOn w:val="a"/>
    <w:next w:val="a"/>
    <w:qFormat/>
    <w:rsid w:val="00DB42DB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B42DB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B42DB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B42DB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DB42D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B42DB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B42DB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B42DB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6401B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4A111C"/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84D4FB6374A75358117872660C7E2D4A8F55508253E15F207DF14A1C5B937368BDC250400C7D32DFADBD899C54EE480B3BDCB68B7AE4C9880169398X8IBQ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84D4FB6374A75358117872660C7E2D4A8F55508253E15F207DF14A1C5B937368BDC250400C7D32DFADBD899C64EE480B3BDCB68B7AE4C9880169398X8IBQ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60;&#1088;&#1086;&#1083;&#1086;&#1074;&#1072;\AppData\Local\Microsoft\Windows\Temporary%20Internet%20Files\Content.MSO\2521F3F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3152E2-605A-4295-B556-A722E7D2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2521F3F9</Template>
  <TotalTime>1180</TotalTime>
  <Pages>8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Александрова</dc:creator>
  <cp:lastModifiedBy>Дягилева М.А.</cp:lastModifiedBy>
  <cp:revision>127</cp:revision>
  <cp:lastPrinted>2019-03-15T13:01:00Z</cp:lastPrinted>
  <dcterms:created xsi:type="dcterms:W3CDTF">2016-02-04T06:26:00Z</dcterms:created>
  <dcterms:modified xsi:type="dcterms:W3CDTF">2020-12-30T13:07:00Z</dcterms:modified>
</cp:coreProperties>
</file>